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595B3" w14:textId="46E6C68C" w:rsidR="005F5E16" w:rsidRPr="00311EBC" w:rsidRDefault="005F5E16" w:rsidP="005F5E16">
      <w:pPr>
        <w:keepNext/>
        <w:ind w:left="5245"/>
        <w:rPr>
          <w:rFonts w:ascii="Arial" w:hAnsi="Arial" w:cs="Arial"/>
          <w:sz w:val="22"/>
          <w:szCs w:val="22"/>
        </w:rPr>
      </w:pPr>
      <w:r w:rsidRPr="00311EBC">
        <w:rPr>
          <w:rFonts w:ascii="Arial" w:hAnsi="Arial" w:cs="Arial"/>
          <w:sz w:val="22"/>
          <w:szCs w:val="22"/>
        </w:rPr>
        <w:t>............................., dnia _ _. _ _. _ _ _ _ r.</w:t>
      </w:r>
    </w:p>
    <w:p w14:paraId="29ACE5B2" w14:textId="77777777" w:rsidR="005F5E16" w:rsidRPr="00311EBC" w:rsidRDefault="005F5E16" w:rsidP="005F5E16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8F4A631" w14:textId="77777777" w:rsidR="00092EEB" w:rsidRDefault="00092EEB" w:rsidP="005F5E16">
      <w:pPr>
        <w:keepNext/>
        <w:rPr>
          <w:rFonts w:ascii="Arial" w:hAnsi="Arial" w:cs="Arial"/>
          <w:sz w:val="22"/>
          <w:szCs w:val="22"/>
        </w:rPr>
      </w:pPr>
    </w:p>
    <w:p w14:paraId="0C989F6A" w14:textId="77777777" w:rsidR="005F5E16" w:rsidRPr="00311EBC" w:rsidRDefault="005F5E16" w:rsidP="005F5E16">
      <w:pPr>
        <w:keepNext/>
        <w:rPr>
          <w:rFonts w:ascii="Arial" w:hAnsi="Arial" w:cs="Arial"/>
          <w:sz w:val="22"/>
          <w:szCs w:val="22"/>
        </w:rPr>
      </w:pPr>
      <w:r w:rsidRPr="00311EBC">
        <w:rPr>
          <w:rFonts w:ascii="Arial" w:hAnsi="Arial" w:cs="Arial"/>
          <w:sz w:val="22"/>
          <w:szCs w:val="22"/>
        </w:rPr>
        <w:t>Nr rej.: ………………………………</w:t>
      </w:r>
    </w:p>
    <w:p w14:paraId="5628516A" w14:textId="77777777" w:rsidR="005F5E16" w:rsidRPr="00311EBC" w:rsidRDefault="005F5E16" w:rsidP="005F5E16">
      <w:pPr>
        <w:ind w:left="5245"/>
        <w:rPr>
          <w:rFonts w:ascii="Arial" w:hAnsi="Arial"/>
          <w:b/>
          <w:sz w:val="22"/>
        </w:rPr>
      </w:pPr>
    </w:p>
    <w:p w14:paraId="63C83A47" w14:textId="77777777" w:rsidR="005F5E16" w:rsidRPr="00311EBC" w:rsidRDefault="005F5E16" w:rsidP="005F5E16">
      <w:pPr>
        <w:keepNext/>
        <w:ind w:left="5245"/>
        <w:rPr>
          <w:rFonts w:ascii="Arial" w:hAnsi="Arial" w:cs="Arial"/>
          <w:sz w:val="16"/>
          <w:szCs w:val="16"/>
        </w:rPr>
      </w:pPr>
      <w:r w:rsidRPr="00311EB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370AFC7" w14:textId="37C90E5C" w:rsidR="005F5E16" w:rsidRPr="00311EBC" w:rsidRDefault="00890D89" w:rsidP="005F5E16">
      <w:pPr>
        <w:keepNext/>
        <w:ind w:left="5245"/>
        <w:rPr>
          <w:rFonts w:ascii="Arial" w:hAnsi="Arial"/>
          <w:b/>
          <w:kern w:val="22"/>
          <w:sz w:val="22"/>
          <w:szCs w:val="22"/>
        </w:rPr>
      </w:pPr>
      <w:r w:rsidRPr="00311EBC">
        <w:rPr>
          <w:rFonts w:ascii="Arial" w:hAnsi="Arial"/>
          <w:b/>
          <w:kern w:val="22"/>
          <w:sz w:val="22"/>
          <w:szCs w:val="22"/>
        </w:rPr>
        <w:t>Starosta Powiatu</w:t>
      </w:r>
    </w:p>
    <w:p w14:paraId="6514340A" w14:textId="77777777" w:rsidR="005F5E16" w:rsidRPr="00311EBC" w:rsidRDefault="005F5E16" w:rsidP="005F5E16">
      <w:pPr>
        <w:keepNext/>
        <w:ind w:left="5245"/>
        <w:rPr>
          <w:rFonts w:ascii="Arial" w:hAnsi="Arial" w:cs="Arial"/>
          <w:sz w:val="16"/>
          <w:szCs w:val="16"/>
        </w:rPr>
      </w:pPr>
      <w:r w:rsidRPr="00311EB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31D602A" w14:textId="77777777" w:rsidR="005F5E16" w:rsidRPr="00311EBC" w:rsidRDefault="005F5E16" w:rsidP="005F5E16">
      <w:pPr>
        <w:keepNext/>
        <w:ind w:left="5245"/>
        <w:rPr>
          <w:rFonts w:ascii="Arial" w:hAnsi="Arial" w:cs="Arial"/>
          <w:sz w:val="22"/>
          <w:szCs w:val="22"/>
        </w:rPr>
      </w:pPr>
      <w:r w:rsidRPr="00311EB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8FF00C1" w14:textId="77777777" w:rsidR="005F5E16" w:rsidRPr="00311EBC" w:rsidRDefault="005F5E16" w:rsidP="005F5E16">
      <w:pPr>
        <w:keepNext/>
        <w:ind w:left="5245"/>
        <w:rPr>
          <w:rFonts w:ascii="Arial" w:hAnsi="Arial" w:cs="Arial"/>
          <w:sz w:val="16"/>
          <w:szCs w:val="16"/>
        </w:rPr>
      </w:pPr>
      <w:r w:rsidRPr="00311EBC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9CCA941" w14:textId="77777777" w:rsidR="00D4154F" w:rsidRPr="00311EBC" w:rsidRDefault="00D4154F" w:rsidP="005F5E16">
      <w:pPr>
        <w:jc w:val="both"/>
        <w:rPr>
          <w:rFonts w:ascii="Arial" w:hAnsi="Arial"/>
          <w:b/>
          <w:kern w:val="22"/>
          <w:sz w:val="22"/>
          <w:szCs w:val="22"/>
        </w:rPr>
      </w:pPr>
    </w:p>
    <w:p w14:paraId="1B8604D9" w14:textId="77777777" w:rsidR="00D4154F" w:rsidRPr="00311EBC" w:rsidRDefault="00D4154F" w:rsidP="005F5E16">
      <w:pPr>
        <w:jc w:val="both"/>
        <w:rPr>
          <w:rFonts w:ascii="Arial" w:hAnsi="Arial"/>
          <w:b/>
          <w:kern w:val="22"/>
          <w:sz w:val="22"/>
          <w:szCs w:val="22"/>
        </w:rPr>
      </w:pPr>
    </w:p>
    <w:p w14:paraId="51E3DC95" w14:textId="29AB4738" w:rsidR="009726B2" w:rsidRDefault="009726B2" w:rsidP="009726B2">
      <w:pPr>
        <w:jc w:val="both"/>
        <w:rPr>
          <w:rFonts w:ascii="Arial" w:hAnsi="Arial"/>
          <w:kern w:val="22"/>
          <w:sz w:val="22"/>
          <w:szCs w:val="22"/>
        </w:rPr>
      </w:pPr>
      <w:r>
        <w:rPr>
          <w:rFonts w:ascii="Arial" w:hAnsi="Arial"/>
          <w:kern w:val="22"/>
          <w:sz w:val="22"/>
          <w:szCs w:val="22"/>
        </w:rPr>
        <w:t>Na podstawie art. 14</w:t>
      </w:r>
      <w:r w:rsidRPr="00583508">
        <w:rPr>
          <w:rFonts w:ascii="Arial" w:hAnsi="Arial"/>
          <w:kern w:val="22"/>
          <w:sz w:val="22"/>
          <w:szCs w:val="22"/>
        </w:rPr>
        <w:t xml:space="preserve"> ust. </w:t>
      </w:r>
      <w:r>
        <w:rPr>
          <w:rFonts w:ascii="Arial" w:hAnsi="Arial"/>
          <w:kern w:val="22"/>
          <w:sz w:val="22"/>
          <w:szCs w:val="22"/>
        </w:rPr>
        <w:t>1</w:t>
      </w:r>
      <w:r w:rsidRPr="00583508">
        <w:rPr>
          <w:rFonts w:ascii="Arial" w:hAnsi="Arial"/>
          <w:kern w:val="22"/>
          <w:sz w:val="22"/>
          <w:szCs w:val="22"/>
        </w:rPr>
        <w:t xml:space="preserve"> ust</w:t>
      </w:r>
      <w:r>
        <w:rPr>
          <w:rFonts w:ascii="Arial" w:hAnsi="Arial"/>
          <w:kern w:val="22"/>
          <w:sz w:val="22"/>
          <w:szCs w:val="22"/>
        </w:rPr>
        <w:t xml:space="preserve">awy z dnia 13 kwietnia 2007 r. </w:t>
      </w:r>
      <w:r w:rsidRPr="00583508">
        <w:rPr>
          <w:rFonts w:ascii="Arial" w:hAnsi="Arial"/>
          <w:kern w:val="22"/>
          <w:sz w:val="22"/>
          <w:szCs w:val="22"/>
        </w:rPr>
        <w:t xml:space="preserve">o Państwowej Inspekcji Pracy </w:t>
      </w:r>
      <w:r w:rsidR="00A84249">
        <w:rPr>
          <w:rFonts w:ascii="Arial" w:hAnsi="Arial"/>
          <w:kern w:val="22"/>
          <w:sz w:val="22"/>
          <w:szCs w:val="22"/>
        </w:rPr>
        <w:br/>
      </w:r>
      <w:r w:rsidRPr="0081360B">
        <w:rPr>
          <w:rFonts w:ascii="Arial" w:hAnsi="Arial"/>
          <w:kern w:val="22"/>
          <w:sz w:val="22"/>
          <w:szCs w:val="22"/>
        </w:rPr>
        <w:t>(Dz. U. z 20</w:t>
      </w:r>
      <w:r>
        <w:rPr>
          <w:rFonts w:ascii="Arial" w:hAnsi="Arial"/>
          <w:kern w:val="22"/>
          <w:sz w:val="22"/>
          <w:szCs w:val="22"/>
        </w:rPr>
        <w:t>24 </w:t>
      </w:r>
      <w:r w:rsidRPr="0081360B">
        <w:rPr>
          <w:rFonts w:ascii="Arial" w:hAnsi="Arial"/>
          <w:kern w:val="22"/>
          <w:sz w:val="22"/>
          <w:szCs w:val="22"/>
        </w:rPr>
        <w:t>r. poz.</w:t>
      </w:r>
      <w:r>
        <w:rPr>
          <w:rFonts w:ascii="Arial" w:hAnsi="Arial"/>
          <w:kern w:val="22"/>
          <w:sz w:val="22"/>
          <w:szCs w:val="22"/>
        </w:rPr>
        <w:t xml:space="preserve"> 1712</w:t>
      </w:r>
      <w:r>
        <w:rPr>
          <w:rFonts w:ascii="Arial" w:hAnsi="Arial" w:cs="Arial"/>
          <w:sz w:val="22"/>
          <w:szCs w:val="22"/>
        </w:rPr>
        <w:t xml:space="preserve">, z </w:t>
      </w:r>
      <w:proofErr w:type="spellStart"/>
      <w:r>
        <w:rPr>
          <w:rFonts w:ascii="Arial" w:hAnsi="Arial" w:cs="Arial"/>
          <w:sz w:val="22"/>
          <w:szCs w:val="22"/>
        </w:rPr>
        <w:t>późn</w:t>
      </w:r>
      <w:proofErr w:type="spellEnd"/>
      <w:r>
        <w:rPr>
          <w:rFonts w:ascii="Arial" w:hAnsi="Arial" w:cs="Arial"/>
          <w:sz w:val="22"/>
          <w:szCs w:val="22"/>
        </w:rPr>
        <w:t>. zm.</w:t>
      </w:r>
      <w:r w:rsidRPr="0081360B">
        <w:rPr>
          <w:rFonts w:ascii="Arial" w:hAnsi="Arial"/>
          <w:kern w:val="22"/>
          <w:sz w:val="22"/>
          <w:szCs w:val="22"/>
        </w:rPr>
        <w:t>)</w:t>
      </w:r>
      <w:r>
        <w:rPr>
          <w:rFonts w:ascii="Arial" w:hAnsi="Arial"/>
          <w:kern w:val="22"/>
          <w:sz w:val="22"/>
          <w:szCs w:val="22"/>
        </w:rPr>
        <w:t xml:space="preserve"> w związku z art. 65 ust. 1 pkt 3 ustawy z dnia </w:t>
      </w:r>
      <w:r w:rsidR="005960AE">
        <w:rPr>
          <w:rFonts w:ascii="Arial" w:hAnsi="Arial"/>
          <w:kern w:val="22"/>
          <w:sz w:val="22"/>
          <w:szCs w:val="22"/>
        </w:rPr>
        <w:t>20 marca</w:t>
      </w:r>
      <w:r>
        <w:rPr>
          <w:rFonts w:ascii="Arial" w:hAnsi="Arial"/>
          <w:kern w:val="22"/>
          <w:sz w:val="22"/>
          <w:szCs w:val="22"/>
        </w:rPr>
        <w:t xml:space="preserve"> </w:t>
      </w:r>
      <w:r w:rsidR="00164EE7">
        <w:rPr>
          <w:rFonts w:ascii="Arial" w:hAnsi="Arial"/>
          <w:kern w:val="22"/>
          <w:sz w:val="22"/>
          <w:szCs w:val="22"/>
        </w:rPr>
        <w:br/>
      </w:r>
      <w:r>
        <w:rPr>
          <w:rFonts w:ascii="Arial" w:hAnsi="Arial"/>
          <w:kern w:val="22"/>
          <w:sz w:val="22"/>
          <w:szCs w:val="22"/>
        </w:rPr>
        <w:t>2025 r. o warunkach dopuszczalności powierzenia pracy cudzoziemcom na terytorium Rzeczypospolitej Polskiej (Dz. U. poz. 621) informuję, że ……………………………………………</w:t>
      </w:r>
      <w:r w:rsidR="00164EE7">
        <w:rPr>
          <w:rFonts w:ascii="Arial" w:hAnsi="Arial"/>
          <w:kern w:val="22"/>
          <w:sz w:val="22"/>
          <w:szCs w:val="22"/>
        </w:rPr>
        <w:t>.</w:t>
      </w:r>
      <w:r>
        <w:rPr>
          <w:rFonts w:ascii="Arial" w:hAnsi="Arial"/>
          <w:kern w:val="22"/>
          <w:sz w:val="22"/>
          <w:szCs w:val="22"/>
        </w:rPr>
        <w:br/>
        <w:t>…………………………………………………………………………………………………………………</w:t>
      </w:r>
      <w:r w:rsidR="00164EE7">
        <w:rPr>
          <w:rFonts w:ascii="Arial" w:hAnsi="Arial"/>
          <w:kern w:val="22"/>
          <w:sz w:val="22"/>
          <w:szCs w:val="22"/>
        </w:rPr>
        <w:t>....</w:t>
      </w:r>
      <w:r>
        <w:rPr>
          <w:rFonts w:ascii="Arial" w:hAnsi="Arial"/>
          <w:kern w:val="22"/>
          <w:sz w:val="22"/>
          <w:szCs w:val="22"/>
        </w:rPr>
        <w:t>…………………………………………………………………………………………………………………</w:t>
      </w:r>
    </w:p>
    <w:p w14:paraId="2D922476" w14:textId="77777777" w:rsidR="009726B2" w:rsidRDefault="009726B2" w:rsidP="009726B2">
      <w:pPr>
        <w:jc w:val="center"/>
        <w:rPr>
          <w:rFonts w:ascii="Arial" w:hAnsi="Arial"/>
          <w:kern w:val="22"/>
          <w:sz w:val="22"/>
          <w:szCs w:val="22"/>
        </w:rPr>
      </w:pPr>
      <w:r w:rsidRPr="00311EBC">
        <w:rPr>
          <w:rFonts w:ascii="Arial" w:hAnsi="Arial"/>
          <w:i/>
          <w:sz w:val="16"/>
          <w:szCs w:val="16"/>
        </w:rPr>
        <w:t>(nazwa i adres, NIP, REGON kontrolowanego podmiotu</w:t>
      </w:r>
    </w:p>
    <w:p w14:paraId="5A8D7EA9" w14:textId="77777777" w:rsidR="009726B2" w:rsidRDefault="009726B2" w:rsidP="009726B2">
      <w:pPr>
        <w:jc w:val="both"/>
        <w:rPr>
          <w:rFonts w:ascii="Arial" w:hAnsi="Arial"/>
          <w:kern w:val="22"/>
          <w:sz w:val="22"/>
          <w:szCs w:val="22"/>
        </w:rPr>
      </w:pPr>
    </w:p>
    <w:p w14:paraId="0140F14A" w14:textId="4BFD19C9" w:rsidR="009726B2" w:rsidRDefault="009726B2" w:rsidP="009726B2">
      <w:pPr>
        <w:jc w:val="both"/>
        <w:rPr>
          <w:rFonts w:ascii="Arial" w:hAnsi="Arial"/>
          <w:kern w:val="22"/>
          <w:sz w:val="22"/>
          <w:szCs w:val="22"/>
        </w:rPr>
      </w:pPr>
      <w:r>
        <w:rPr>
          <w:rFonts w:ascii="Arial" w:hAnsi="Arial"/>
          <w:kern w:val="22"/>
          <w:sz w:val="22"/>
          <w:szCs w:val="22"/>
        </w:rPr>
        <w:t xml:space="preserve">utrudniał lub udaremniał przeprowadzenie kontroli legalności powierzenia pracy cudzoziemcom </w:t>
      </w:r>
      <w:r w:rsidR="00A84249">
        <w:rPr>
          <w:rFonts w:ascii="Arial" w:hAnsi="Arial"/>
          <w:kern w:val="22"/>
          <w:sz w:val="22"/>
          <w:szCs w:val="22"/>
        </w:rPr>
        <w:br/>
      </w:r>
      <w:r>
        <w:rPr>
          <w:rFonts w:ascii="Arial" w:hAnsi="Arial"/>
          <w:kern w:val="22"/>
          <w:sz w:val="22"/>
          <w:szCs w:val="22"/>
        </w:rPr>
        <w:t>i wykonywania pracy przez cudzoziemców,</w:t>
      </w:r>
      <w:r w:rsidR="0070047C">
        <w:rPr>
          <w:rFonts w:ascii="Arial" w:hAnsi="Arial"/>
          <w:kern w:val="22"/>
          <w:sz w:val="22"/>
          <w:szCs w:val="22"/>
        </w:rPr>
        <w:t xml:space="preserve"> poprzez</w:t>
      </w:r>
      <w:r>
        <w:rPr>
          <w:rFonts w:ascii="Arial" w:hAnsi="Arial"/>
          <w:kern w:val="22"/>
          <w:sz w:val="22"/>
          <w:szCs w:val="22"/>
        </w:rPr>
        <w:t>:</w:t>
      </w:r>
    </w:p>
    <w:p w14:paraId="337559D5" w14:textId="77777777" w:rsidR="009726B2" w:rsidRPr="00311EBC" w:rsidRDefault="009726B2" w:rsidP="009726B2">
      <w:pPr>
        <w:jc w:val="both"/>
        <w:rPr>
          <w:rFonts w:ascii="Arial" w:hAnsi="Arial"/>
          <w:sz w:val="22"/>
        </w:rPr>
      </w:pPr>
      <w:r w:rsidRPr="00311EBC">
        <w:rPr>
          <w:rFonts w:ascii="Arial" w:hAnsi="Arial"/>
          <w:sz w:val="22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 w14:paraId="380411D4" w14:textId="77777777" w:rsidR="009726B2" w:rsidRDefault="009726B2" w:rsidP="009726B2">
      <w:pPr>
        <w:jc w:val="both"/>
        <w:rPr>
          <w:rFonts w:ascii="Arial" w:hAnsi="Arial"/>
          <w:kern w:val="22"/>
          <w:sz w:val="22"/>
          <w:szCs w:val="22"/>
        </w:rPr>
      </w:pPr>
    </w:p>
    <w:p w14:paraId="513D1F0E" w14:textId="77777777" w:rsidR="00164EE7" w:rsidRDefault="00164EE7" w:rsidP="00164EE7">
      <w:pPr>
        <w:jc w:val="both"/>
        <w:rPr>
          <w:rFonts w:ascii="Arial" w:hAnsi="Arial"/>
          <w:kern w:val="22"/>
          <w:sz w:val="22"/>
          <w:szCs w:val="22"/>
        </w:rPr>
      </w:pPr>
      <w:r>
        <w:rPr>
          <w:rFonts w:ascii="Arial" w:hAnsi="Arial"/>
          <w:kern w:val="22"/>
          <w:sz w:val="22"/>
          <w:szCs w:val="22"/>
        </w:rPr>
        <w:t xml:space="preserve">W przypadku podjęcia działań wobec ww. podmiotu zwracam się z prośbą o przekazanie informacji </w:t>
      </w:r>
      <w:r>
        <w:rPr>
          <w:rFonts w:ascii="Arial" w:hAnsi="Arial"/>
          <w:kern w:val="22"/>
          <w:sz w:val="22"/>
          <w:szCs w:val="22"/>
        </w:rPr>
        <w:br/>
        <w:t>w tym zakresie do Okręgowego Inspektoratu Pracy w …….</w:t>
      </w:r>
      <w:r w:rsidRPr="00311EBC">
        <w:rPr>
          <w:rFonts w:ascii="Arial" w:hAnsi="Arial"/>
          <w:kern w:val="22"/>
          <w:sz w:val="22"/>
          <w:szCs w:val="22"/>
        </w:rPr>
        <w:t>……………………</w:t>
      </w:r>
      <w:r>
        <w:rPr>
          <w:rFonts w:ascii="Arial" w:hAnsi="Arial"/>
          <w:kern w:val="22"/>
          <w:sz w:val="22"/>
          <w:szCs w:val="22"/>
        </w:rPr>
        <w:t>………..</w:t>
      </w:r>
      <w:r w:rsidRPr="00311EBC">
        <w:rPr>
          <w:rFonts w:ascii="Arial" w:hAnsi="Arial"/>
          <w:kern w:val="22"/>
          <w:sz w:val="22"/>
          <w:szCs w:val="22"/>
        </w:rPr>
        <w:t>…</w:t>
      </w:r>
      <w:r>
        <w:rPr>
          <w:rFonts w:ascii="Arial" w:hAnsi="Arial"/>
          <w:kern w:val="22"/>
          <w:sz w:val="22"/>
          <w:szCs w:val="22"/>
        </w:rPr>
        <w:t xml:space="preserve">, </w:t>
      </w:r>
      <w:r w:rsidRPr="00311EBC">
        <w:rPr>
          <w:rFonts w:ascii="Arial" w:hAnsi="Arial"/>
          <w:kern w:val="22"/>
          <w:sz w:val="22"/>
          <w:szCs w:val="22"/>
        </w:rPr>
        <w:t>adres ………</w:t>
      </w:r>
      <w:r>
        <w:rPr>
          <w:rFonts w:ascii="Arial" w:hAnsi="Arial"/>
          <w:kern w:val="22"/>
          <w:sz w:val="22"/>
          <w:szCs w:val="22"/>
        </w:rPr>
        <w:t>………….</w:t>
      </w:r>
      <w:r w:rsidRPr="00311EBC">
        <w:rPr>
          <w:rFonts w:ascii="Arial" w:hAnsi="Arial"/>
          <w:kern w:val="22"/>
          <w:sz w:val="22"/>
          <w:szCs w:val="22"/>
        </w:rPr>
        <w:t>…………………………………</w:t>
      </w:r>
    </w:p>
    <w:p w14:paraId="0F2CC201" w14:textId="04FF4D17" w:rsidR="009726B2" w:rsidRDefault="009726B2" w:rsidP="009726B2">
      <w:pPr>
        <w:jc w:val="both"/>
        <w:rPr>
          <w:rFonts w:ascii="Arial" w:hAnsi="Arial"/>
          <w:kern w:val="22"/>
          <w:sz w:val="22"/>
          <w:szCs w:val="22"/>
        </w:rPr>
      </w:pPr>
    </w:p>
    <w:p w14:paraId="0B906434" w14:textId="77777777" w:rsidR="00246AD9" w:rsidRDefault="00246AD9" w:rsidP="005F5E16">
      <w:pPr>
        <w:jc w:val="both"/>
        <w:rPr>
          <w:rFonts w:ascii="Arial" w:hAnsi="Arial"/>
          <w:sz w:val="22"/>
        </w:rPr>
      </w:pPr>
    </w:p>
    <w:p w14:paraId="484A9C9C" w14:textId="77777777" w:rsidR="00246AD9" w:rsidRPr="00311EBC" w:rsidRDefault="00246AD9" w:rsidP="005F5E16">
      <w:pPr>
        <w:jc w:val="both"/>
        <w:rPr>
          <w:rFonts w:ascii="Arial" w:hAnsi="Arial"/>
          <w:sz w:val="22"/>
        </w:rPr>
      </w:pPr>
    </w:p>
    <w:p w14:paraId="1E05EBEC" w14:textId="77777777" w:rsidR="005F5E16" w:rsidRPr="00311EBC" w:rsidRDefault="005F5E16" w:rsidP="005F5E16">
      <w:pPr>
        <w:jc w:val="both"/>
        <w:rPr>
          <w:rFonts w:ascii="Arial" w:hAnsi="Arial"/>
          <w:sz w:val="22"/>
        </w:rPr>
      </w:pPr>
    </w:p>
    <w:p w14:paraId="64387DEC" w14:textId="77777777" w:rsidR="00092EEB" w:rsidRPr="00B06480" w:rsidRDefault="00092EEB" w:rsidP="00092EEB">
      <w:pPr>
        <w:ind w:left="5387"/>
        <w:jc w:val="center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6643A19F" w14:textId="77777777" w:rsidR="00092EEB" w:rsidRDefault="00092EEB" w:rsidP="00092EEB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albo podpis elektroniczny</w:t>
      </w:r>
    </w:p>
    <w:p w14:paraId="4B9C3743" w14:textId="77777777" w:rsidR="00092EEB" w:rsidRPr="00974C32" w:rsidRDefault="00092EEB" w:rsidP="00092EEB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53D152E0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206539C9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6666A8C3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0B652B64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433E5A0B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4A11331C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10E28E38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5E76B409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0AE5B83B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29D965AF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141EB189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788D88C4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68C4C9A7" w14:textId="77777777" w:rsidR="00092EEB" w:rsidRPr="00092EEB" w:rsidRDefault="00092EEB" w:rsidP="00092EEB">
      <w:pPr>
        <w:rPr>
          <w:rFonts w:ascii="Arial" w:hAnsi="Arial"/>
          <w:sz w:val="16"/>
          <w:szCs w:val="16"/>
        </w:rPr>
      </w:pPr>
    </w:p>
    <w:p w14:paraId="6078EEA6" w14:textId="77777777" w:rsidR="00092EEB" w:rsidRDefault="00092EEB" w:rsidP="00092EEB">
      <w:pPr>
        <w:rPr>
          <w:rFonts w:ascii="Arial" w:hAnsi="Arial"/>
          <w:kern w:val="22"/>
          <w:sz w:val="16"/>
          <w:szCs w:val="16"/>
        </w:rPr>
      </w:pPr>
    </w:p>
    <w:p w14:paraId="1A682E20" w14:textId="77777777" w:rsidR="00092EEB" w:rsidRDefault="00092EEB" w:rsidP="00092EEB">
      <w:pPr>
        <w:rPr>
          <w:rFonts w:ascii="Arial" w:hAnsi="Arial"/>
          <w:kern w:val="22"/>
          <w:sz w:val="16"/>
          <w:szCs w:val="16"/>
        </w:rPr>
      </w:pPr>
    </w:p>
    <w:p w14:paraId="29BE309B" w14:textId="77777777" w:rsidR="00092EEB" w:rsidRPr="00092EEB" w:rsidRDefault="00092EEB" w:rsidP="00092EEB">
      <w:pPr>
        <w:tabs>
          <w:tab w:val="left" w:pos="2748"/>
        </w:tabs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ab/>
      </w:r>
    </w:p>
    <w:sectPr w:rsidR="00092EEB" w:rsidRPr="00092EEB" w:rsidSect="009D163B"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5F60E" w14:textId="77777777" w:rsidR="00A12D62" w:rsidRDefault="00A12D62">
      <w:r>
        <w:separator/>
      </w:r>
    </w:p>
  </w:endnote>
  <w:endnote w:type="continuationSeparator" w:id="0">
    <w:p w14:paraId="4E5D9AA6" w14:textId="77777777" w:rsidR="00A12D62" w:rsidRDefault="00A12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4A62E" w14:textId="77777777" w:rsidR="00D4154F" w:rsidRDefault="00D4154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1D8016D" w14:textId="77777777" w:rsidR="00D4154F" w:rsidRDefault="00D4154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683C1" w14:textId="77777777" w:rsidR="00D4154F" w:rsidRPr="005F5E16" w:rsidRDefault="00D4154F">
    <w:pPr>
      <w:pStyle w:val="Stopka"/>
      <w:ind w:right="360"/>
      <w:jc w:val="both"/>
      <w:rPr>
        <w:rFonts w:ascii="Arial" w:hAnsi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B48F7" w14:textId="77777777" w:rsidR="00092EEB" w:rsidRPr="009D163B" w:rsidRDefault="00092EEB" w:rsidP="009D163B">
    <w:pPr>
      <w:pStyle w:val="Stopka"/>
      <w:jc w:val="center"/>
    </w:pPr>
    <w:bookmarkStart w:id="0" w:name="stopka_pic1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F14E4" w14:textId="77777777" w:rsidR="00A12D62" w:rsidRDefault="00A12D62">
      <w:r>
        <w:separator/>
      </w:r>
    </w:p>
  </w:footnote>
  <w:footnote w:type="continuationSeparator" w:id="0">
    <w:p w14:paraId="40454B0D" w14:textId="77777777" w:rsidR="00A12D62" w:rsidRDefault="00A12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A2C8D" w14:textId="76734266" w:rsidR="00486E91" w:rsidRPr="00730DDB" w:rsidRDefault="00486E91" w:rsidP="00486E91">
    <w:pPr>
      <w:jc w:val="right"/>
      <w:rPr>
        <w:rFonts w:ascii="Arial" w:hAnsi="Arial" w:cs="Arial"/>
      </w:rPr>
    </w:pPr>
    <w:r w:rsidRPr="00730DDB">
      <w:rPr>
        <w:rFonts w:ascii="Arial" w:hAnsi="Arial" w:cs="Arial"/>
        <w:sz w:val="22"/>
        <w:szCs w:val="22"/>
      </w:rPr>
      <w:t xml:space="preserve">Załącznik nr </w:t>
    </w:r>
    <w:r w:rsidR="004266DE">
      <w:rPr>
        <w:rFonts w:ascii="Arial" w:hAnsi="Arial" w:cs="Arial"/>
        <w:sz w:val="22"/>
        <w:szCs w:val="22"/>
      </w:rPr>
      <w:t>8</w:t>
    </w:r>
  </w:p>
  <w:p w14:paraId="678BD14C" w14:textId="77777777" w:rsidR="00486E91" w:rsidRPr="00E95C24" w:rsidRDefault="00486E91" w:rsidP="00486E91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E95C24">
      <w:rPr>
        <w:rFonts w:ascii="Arial" w:hAnsi="Arial" w:cs="Arial"/>
        <w:b/>
        <w:spacing w:val="100"/>
        <w:sz w:val="22"/>
        <w:szCs w:val="22"/>
      </w:rPr>
      <w:t>WZÓR</w:t>
    </w:r>
  </w:p>
  <w:p w14:paraId="35C68572" w14:textId="77777777" w:rsidR="00486E91" w:rsidRDefault="00486E91">
    <w:pPr>
      <w:pStyle w:val="Nagwek"/>
    </w:pPr>
  </w:p>
  <w:p w14:paraId="7AE66C84" w14:textId="49D61A94" w:rsidR="00890D89" w:rsidRDefault="00890D89">
    <w:pPr>
      <w:pStyle w:val="Nagwek"/>
    </w:pPr>
    <w:r w:rsidRPr="00E95C24">
      <w:rPr>
        <w:rFonts w:ascii="Arial" w:hAnsi="Arial" w:cs="Arial"/>
        <w:noProof/>
        <w:color w:val="0068A6"/>
        <w:sz w:val="22"/>
        <w:szCs w:val="22"/>
      </w:rPr>
      <w:drawing>
        <wp:inline distT="0" distB="0" distL="0" distR="0" wp14:anchorId="6FF73712" wp14:editId="7A08B169">
          <wp:extent cx="1630680" cy="487680"/>
          <wp:effectExtent l="0" t="0" r="7620" b="7620"/>
          <wp:docPr id="3102471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6BBB9F" w14:textId="7D45D417" w:rsidR="00092EEB" w:rsidRPr="00092EEB" w:rsidRDefault="00092EEB" w:rsidP="00092EE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attachedTemplate r:id="rId1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515"/>
    <w:rsid w:val="00064A73"/>
    <w:rsid w:val="00077EFE"/>
    <w:rsid w:val="00092EEB"/>
    <w:rsid w:val="000F01AC"/>
    <w:rsid w:val="00130EEA"/>
    <w:rsid w:val="001421A0"/>
    <w:rsid w:val="00164EE7"/>
    <w:rsid w:val="001828F5"/>
    <w:rsid w:val="001901DB"/>
    <w:rsid w:val="001C375B"/>
    <w:rsid w:val="001C6E66"/>
    <w:rsid w:val="00246AD9"/>
    <w:rsid w:val="00260454"/>
    <w:rsid w:val="0026554E"/>
    <w:rsid w:val="002817E3"/>
    <w:rsid w:val="002B14C6"/>
    <w:rsid w:val="002C72BD"/>
    <w:rsid w:val="00311EBC"/>
    <w:rsid w:val="00373A72"/>
    <w:rsid w:val="00385A42"/>
    <w:rsid w:val="00394E26"/>
    <w:rsid w:val="003A54AB"/>
    <w:rsid w:val="003C2B6C"/>
    <w:rsid w:val="003D157A"/>
    <w:rsid w:val="00416518"/>
    <w:rsid w:val="004266DE"/>
    <w:rsid w:val="00437B6F"/>
    <w:rsid w:val="004531CB"/>
    <w:rsid w:val="0046405D"/>
    <w:rsid w:val="00486E91"/>
    <w:rsid w:val="005154E7"/>
    <w:rsid w:val="00532AAB"/>
    <w:rsid w:val="005355E0"/>
    <w:rsid w:val="005416D7"/>
    <w:rsid w:val="00593B72"/>
    <w:rsid w:val="005960AE"/>
    <w:rsid w:val="005C5268"/>
    <w:rsid w:val="005F5E16"/>
    <w:rsid w:val="0062500C"/>
    <w:rsid w:val="00644ACB"/>
    <w:rsid w:val="006D4283"/>
    <w:rsid w:val="006E3C80"/>
    <w:rsid w:val="006F2E66"/>
    <w:rsid w:val="0070047C"/>
    <w:rsid w:val="00777C0E"/>
    <w:rsid w:val="007E6372"/>
    <w:rsid w:val="00810FBF"/>
    <w:rsid w:val="00821C33"/>
    <w:rsid w:val="00890D89"/>
    <w:rsid w:val="008D09ED"/>
    <w:rsid w:val="008D6201"/>
    <w:rsid w:val="008E4065"/>
    <w:rsid w:val="009616A9"/>
    <w:rsid w:val="009726B2"/>
    <w:rsid w:val="009D163B"/>
    <w:rsid w:val="009F35E8"/>
    <w:rsid w:val="00A12D62"/>
    <w:rsid w:val="00A17F26"/>
    <w:rsid w:val="00A631B6"/>
    <w:rsid w:val="00A84249"/>
    <w:rsid w:val="00A90D3E"/>
    <w:rsid w:val="00B53A72"/>
    <w:rsid w:val="00B85515"/>
    <w:rsid w:val="00BC175C"/>
    <w:rsid w:val="00C01FDF"/>
    <w:rsid w:val="00CB4CAE"/>
    <w:rsid w:val="00D36EF7"/>
    <w:rsid w:val="00D4154F"/>
    <w:rsid w:val="00D57061"/>
    <w:rsid w:val="00D736AD"/>
    <w:rsid w:val="00DA26BB"/>
    <w:rsid w:val="00DB0FF6"/>
    <w:rsid w:val="00E17DF6"/>
    <w:rsid w:val="00E21C50"/>
    <w:rsid w:val="00E23337"/>
    <w:rsid w:val="00E725BC"/>
    <w:rsid w:val="00E97484"/>
    <w:rsid w:val="00EC5576"/>
    <w:rsid w:val="00ED05F4"/>
    <w:rsid w:val="00ED4F15"/>
    <w:rsid w:val="00FF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3D9583"/>
  <w15:docId w15:val="{EF5511DF-C0A9-4167-B6E3-16855A2B9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2EEB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092EEB"/>
  </w:style>
  <w:style w:type="paragraph" w:styleId="Poprawka">
    <w:name w:val="Revision"/>
    <w:hidden/>
    <w:uiPriority w:val="99"/>
    <w:semiHidden/>
    <w:rsid w:val="00437B6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empip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Navigator.dot</Template>
  <TotalTime>3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Lz powiadomienie starosty</vt:lpstr>
    </vt:vector>
  </TitlesOfParts>
  <Company>Microsoft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Lz powiadomienie starosty</dc:title>
  <dc:creator>Dorota Gorajska</dc:creator>
  <cp:lastModifiedBy>Tomasz Pawłowski</cp:lastModifiedBy>
  <cp:revision>9</cp:revision>
  <cp:lastPrinted>2011-07-22T07:44:00Z</cp:lastPrinted>
  <dcterms:created xsi:type="dcterms:W3CDTF">2025-05-27T12:51:00Z</dcterms:created>
  <dcterms:modified xsi:type="dcterms:W3CDTF">2025-05-30T10:41:00Z</dcterms:modified>
</cp:coreProperties>
</file>